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2225FA62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801DDC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7BBEB811" w14:textId="77777777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2020/2021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elementy. Funkcje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Istota kategorii finansowych i ich rodzaje. Rodzaje kategorii finansowych: przychodowe, dochodowe, wydatkowo-kosztowe, podatkowe, dłużne. Instrumenty finansowe i ich rodzaje. </w:t>
            </w: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0E5E3" w14:textId="77777777" w:rsidR="00F25692" w:rsidRDefault="00F25692" w:rsidP="00C16ABF">
      <w:pPr>
        <w:spacing w:after="0" w:line="240" w:lineRule="auto"/>
      </w:pPr>
      <w:r>
        <w:separator/>
      </w:r>
    </w:p>
  </w:endnote>
  <w:endnote w:type="continuationSeparator" w:id="0">
    <w:p w14:paraId="637D746F" w14:textId="77777777" w:rsidR="00F25692" w:rsidRDefault="00F256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1BFFC" w14:textId="77777777" w:rsidR="00F25692" w:rsidRDefault="00F25692" w:rsidP="00C16ABF">
      <w:pPr>
        <w:spacing w:after="0" w:line="240" w:lineRule="auto"/>
      </w:pPr>
      <w:r>
        <w:separator/>
      </w:r>
    </w:p>
  </w:footnote>
  <w:footnote w:type="continuationSeparator" w:id="0">
    <w:p w14:paraId="617A35C6" w14:textId="77777777" w:rsidR="00F25692" w:rsidRDefault="00F2569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74560-15C4-4752-A1E2-7EC581F0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1481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6</cp:revision>
  <cp:lastPrinted>2019-02-06T12:12:00Z</cp:lastPrinted>
  <dcterms:created xsi:type="dcterms:W3CDTF">2020-12-30T13:01:00Z</dcterms:created>
  <dcterms:modified xsi:type="dcterms:W3CDTF">2021-01-17T16:46:00Z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